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54422C" w:rsidRPr="00CF0012">
        <w:rPr>
          <w:b/>
          <w:szCs w:val="24"/>
        </w:rPr>
        <w:t>3</w:t>
      </w:r>
      <w:r w:rsidR="003E25D1">
        <w:rPr>
          <w:b/>
          <w:szCs w:val="24"/>
        </w:rPr>
        <w:t>5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3E25D1">
        <w:rPr>
          <w:b/>
          <w:szCs w:val="24"/>
        </w:rPr>
        <w:t>GEGUŽĖS</w:t>
      </w:r>
      <w:r w:rsidR="004178FA" w:rsidRPr="00CF0012">
        <w:rPr>
          <w:b/>
          <w:szCs w:val="24"/>
        </w:rPr>
        <w:t xml:space="preserve"> </w:t>
      </w:r>
      <w:r w:rsidR="003E25D1">
        <w:rPr>
          <w:b/>
          <w:szCs w:val="24"/>
        </w:rPr>
        <w:t>26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234602" w:rsidRPr="00CF0012">
        <w:rPr>
          <w:b/>
          <w:bCs/>
          <w:szCs w:val="24"/>
        </w:rPr>
        <w:t>Savivaldybės tarybos 3</w:t>
      </w:r>
      <w:r w:rsidR="003E25D1">
        <w:rPr>
          <w:b/>
          <w:bCs/>
          <w:szCs w:val="24"/>
        </w:rPr>
        <w:t>5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3E25D1" w:rsidRPr="001E3A50" w:rsidRDefault="00234602" w:rsidP="003E25D1">
      <w:pPr>
        <w:outlineLvl w:val="0"/>
        <w:rPr>
          <w:b/>
        </w:rPr>
      </w:pPr>
      <w:r w:rsidRPr="00CF0012">
        <w:rPr>
          <w:rStyle w:val="Komentaronuoroda"/>
          <w:b/>
          <w:sz w:val="24"/>
          <w:szCs w:val="24"/>
        </w:rPr>
        <w:t xml:space="preserve">2. </w:t>
      </w:r>
      <w:r w:rsidR="003E25D1" w:rsidRPr="001E3A50">
        <w:rPr>
          <w:b/>
        </w:rPr>
        <w:t>Plungės rajono savivaldybės biudžeto pajamų surinkimo apžvalga.</w:t>
      </w:r>
    </w:p>
    <w:p w:rsidR="00AD20A7" w:rsidRPr="008B05B3" w:rsidRDefault="00AD20A7" w:rsidP="00AD20A7">
      <w:pPr>
        <w:rPr>
          <w:b/>
          <w:i/>
          <w:color w:val="000000" w:themeColor="text1"/>
          <w:szCs w:val="24"/>
        </w:rPr>
      </w:pPr>
      <w:r w:rsidRPr="008B05B3">
        <w:rPr>
          <w:b/>
          <w:i/>
          <w:color w:val="000000" w:themeColor="text1"/>
        </w:rPr>
        <w:t xml:space="preserve">Pranešėja Vaida Kazonienė, </w:t>
      </w:r>
      <w:r w:rsidRPr="008B05B3">
        <w:rPr>
          <w:b/>
          <w:i/>
          <w:color w:val="000000" w:themeColor="text1"/>
          <w:szCs w:val="24"/>
          <w:lang w:eastAsia="lt-LT"/>
        </w:rPr>
        <w:t>Klaipėdos AVMI Mokestinių prievolių departamento II skyriaus vyriausioji specialistė</w:t>
      </w:r>
      <w:r>
        <w:rPr>
          <w:b/>
          <w:i/>
          <w:color w:val="000000" w:themeColor="text1"/>
          <w:szCs w:val="24"/>
          <w:lang w:eastAsia="lt-LT"/>
        </w:rPr>
        <w:t>.</w:t>
      </w:r>
    </w:p>
    <w:p w:rsidR="00234602" w:rsidRDefault="00234602" w:rsidP="003E25D1">
      <w:pPr>
        <w:rPr>
          <w:rFonts w:eastAsia="Batang"/>
          <w:b/>
          <w:i/>
          <w:noProof/>
          <w:szCs w:val="24"/>
        </w:rPr>
      </w:pPr>
    </w:p>
    <w:p w:rsidR="003E25D1" w:rsidRPr="001D5591" w:rsidRDefault="003E25D1" w:rsidP="003E25D1">
      <w:pPr>
        <w:tabs>
          <w:tab w:val="left" w:pos="9356"/>
        </w:tabs>
        <w:rPr>
          <w:b/>
          <w:color w:val="000000"/>
        </w:rPr>
      </w:pPr>
      <w:r>
        <w:rPr>
          <w:rFonts w:eastAsia="Batang"/>
          <w:b/>
          <w:noProof/>
          <w:szCs w:val="24"/>
        </w:rPr>
        <w:t xml:space="preserve">3. </w:t>
      </w:r>
      <w:r w:rsidRPr="001D5591">
        <w:rPr>
          <w:b/>
          <w:color w:val="000000"/>
        </w:rPr>
        <w:t>Informacija apie sveikatos apsaugos reformos įgyvendinimą.</w:t>
      </w:r>
    </w:p>
    <w:p w:rsidR="003E25D1" w:rsidRPr="003E25D1" w:rsidRDefault="003E25D1" w:rsidP="003E25D1">
      <w:pPr>
        <w:tabs>
          <w:tab w:val="left" w:pos="9356"/>
        </w:tabs>
        <w:rPr>
          <w:b/>
          <w:i/>
          <w:color w:val="000000"/>
          <w:szCs w:val="24"/>
        </w:rPr>
      </w:pPr>
      <w:r w:rsidRPr="003E25D1">
        <w:rPr>
          <w:b/>
          <w:i/>
          <w:color w:val="000000"/>
          <w:szCs w:val="24"/>
        </w:rPr>
        <w:t>Pranešėjai:</w:t>
      </w:r>
    </w:p>
    <w:p w:rsidR="003E25D1" w:rsidRPr="003E25D1" w:rsidRDefault="003E25D1" w:rsidP="003E25D1">
      <w:pPr>
        <w:outlineLvl w:val="0"/>
        <w:rPr>
          <w:rStyle w:val="Komentaronuoroda"/>
          <w:b/>
          <w:i/>
          <w:color w:val="000000"/>
          <w:sz w:val="24"/>
          <w:szCs w:val="24"/>
        </w:rPr>
      </w:pPr>
      <w:r w:rsidRPr="003E25D1">
        <w:rPr>
          <w:rStyle w:val="Komentaronuoroda"/>
          <w:b/>
          <w:i/>
          <w:color w:val="000000"/>
          <w:sz w:val="24"/>
          <w:szCs w:val="24"/>
        </w:rPr>
        <w:t xml:space="preserve">Audrius Klišonis, Savivaldybės meras, </w:t>
      </w:r>
    </w:p>
    <w:p w:rsidR="003E25D1" w:rsidRPr="001D5591" w:rsidRDefault="003E25D1" w:rsidP="003E25D1">
      <w:pPr>
        <w:outlineLvl w:val="0"/>
        <w:rPr>
          <w:b/>
          <w:i/>
          <w:color w:val="000000"/>
        </w:rPr>
      </w:pPr>
      <w:r w:rsidRPr="001D5591">
        <w:rPr>
          <w:b/>
          <w:i/>
          <w:color w:val="000000"/>
        </w:rPr>
        <w:t xml:space="preserve">Remigijus Mažeika, l. e. </w:t>
      </w:r>
      <w:proofErr w:type="spellStart"/>
      <w:r w:rsidRPr="001D5591">
        <w:rPr>
          <w:b/>
          <w:i/>
          <w:color w:val="000000"/>
        </w:rPr>
        <w:t>VšĮ</w:t>
      </w:r>
      <w:proofErr w:type="spellEnd"/>
      <w:r w:rsidRPr="001D5591">
        <w:rPr>
          <w:b/>
          <w:i/>
          <w:color w:val="000000"/>
        </w:rPr>
        <w:t xml:space="preserve"> Plungės rajono savivaldybės ligoninės direktoriaus pareigas.</w:t>
      </w:r>
    </w:p>
    <w:p w:rsidR="003E25D1" w:rsidRPr="003E25D1" w:rsidRDefault="003E25D1" w:rsidP="003E25D1">
      <w:pPr>
        <w:rPr>
          <w:rFonts w:eastAsia="Batang"/>
          <w:b/>
          <w:noProof/>
          <w:szCs w:val="24"/>
        </w:rPr>
      </w:pPr>
    </w:p>
    <w:p w:rsidR="003E25D1" w:rsidRPr="00C13D3F" w:rsidRDefault="003E25D1" w:rsidP="003E25D1">
      <w:pPr>
        <w:rPr>
          <w:b/>
        </w:rPr>
      </w:pPr>
      <w:r>
        <w:rPr>
          <w:rFonts w:eastAsia="Batang"/>
          <w:b/>
          <w:noProof/>
          <w:szCs w:val="24"/>
        </w:rPr>
        <w:t xml:space="preserve">4. </w:t>
      </w:r>
      <w:r w:rsidRPr="00C13D3F">
        <w:rPr>
          <w:b/>
        </w:rPr>
        <w:t>Dėl Plungės rajono savivaldybės tarybos 2021 m. gegužės 27 d. sprendimo Nr. T1-1</w:t>
      </w:r>
      <w:r w:rsidRPr="00C13D3F">
        <w:rPr>
          <w:b/>
          <w:caps/>
        </w:rPr>
        <w:t>68  „</w:t>
      </w:r>
      <w:r w:rsidRPr="00C13D3F">
        <w:rPr>
          <w:b/>
        </w:rPr>
        <w:t>Dėl Plungės rajono savivaldybės tarybos veiklos reglamento patvirtinimo“ pakeitimo.</w:t>
      </w:r>
      <w:r>
        <w:rPr>
          <w:b/>
        </w:rPr>
        <w:t xml:space="preserve"> </w:t>
      </w:r>
    </w:p>
    <w:p w:rsidR="003E25D1" w:rsidRPr="0070037B" w:rsidRDefault="003E25D1" w:rsidP="003E25D1">
      <w:pPr>
        <w:tabs>
          <w:tab w:val="left" w:pos="9356"/>
        </w:tabs>
        <w:outlineLvl w:val="0"/>
        <w:rPr>
          <w:b/>
          <w:bCs/>
          <w:i/>
          <w:color w:val="FF0000"/>
        </w:rPr>
      </w:pPr>
      <w:r w:rsidRPr="0070037B">
        <w:rPr>
          <w:b/>
          <w:i/>
        </w:rPr>
        <w:t xml:space="preserve">Pranešėja Asta </w:t>
      </w:r>
      <w:proofErr w:type="spellStart"/>
      <w:r w:rsidRPr="0070037B">
        <w:rPr>
          <w:b/>
          <w:i/>
        </w:rPr>
        <w:t>Beierle</w:t>
      </w:r>
      <w:proofErr w:type="spellEnd"/>
      <w:r w:rsidRPr="0070037B">
        <w:rPr>
          <w:b/>
          <w:i/>
        </w:rPr>
        <w:t xml:space="preserve"> </w:t>
      </w:r>
      <w:proofErr w:type="spellStart"/>
      <w:r w:rsidRPr="0070037B">
        <w:rPr>
          <w:b/>
          <w:i/>
        </w:rPr>
        <w:t>Eigirdienė</w:t>
      </w:r>
      <w:proofErr w:type="spellEnd"/>
      <w:r w:rsidRPr="0070037B">
        <w:rPr>
          <w:b/>
          <w:i/>
        </w:rPr>
        <w:t xml:space="preserve">, </w:t>
      </w:r>
      <w:r w:rsidRPr="0070037B">
        <w:rPr>
          <w:rStyle w:val="Grietas"/>
          <w:i/>
          <w:iCs/>
        </w:rPr>
        <w:t>Komisijos pirmininkė.</w:t>
      </w:r>
    </w:p>
    <w:p w:rsidR="003E25D1" w:rsidRPr="003E25D1" w:rsidRDefault="003E25D1" w:rsidP="003E25D1">
      <w:pPr>
        <w:rPr>
          <w:rFonts w:eastAsia="Batang"/>
          <w:b/>
          <w:noProof/>
          <w:szCs w:val="24"/>
        </w:rPr>
      </w:pPr>
    </w:p>
    <w:p w:rsidR="003E25D1" w:rsidRPr="003E25D1" w:rsidRDefault="003E25D1" w:rsidP="003E25D1">
      <w:pPr>
        <w:rPr>
          <w:b/>
          <w:szCs w:val="24"/>
        </w:rPr>
      </w:pPr>
      <w:r w:rsidRPr="003E25D1">
        <w:rPr>
          <w:rFonts w:eastAsia="Batang"/>
          <w:b/>
          <w:noProof/>
          <w:szCs w:val="24"/>
        </w:rPr>
        <w:t xml:space="preserve">5. </w:t>
      </w:r>
      <w:r w:rsidRPr="003E25D1">
        <w:rPr>
          <w:rStyle w:val="Komentaronuoroda"/>
          <w:b/>
          <w:sz w:val="24"/>
          <w:szCs w:val="24"/>
        </w:rPr>
        <w:t xml:space="preserve">Dėl pritarimo </w:t>
      </w:r>
      <w:r w:rsidRPr="003E25D1">
        <w:rPr>
          <w:b/>
          <w:szCs w:val="24"/>
        </w:rPr>
        <w:t>P</w:t>
      </w:r>
      <w:r w:rsidRPr="003E25D1">
        <w:rPr>
          <w:b/>
          <w:bCs/>
          <w:szCs w:val="24"/>
        </w:rPr>
        <w:t>lungės rajono savivaldybės 2021-2023 metų s</w:t>
      </w:r>
      <w:r w:rsidRPr="003E25D1">
        <w:rPr>
          <w:b/>
          <w:szCs w:val="24"/>
        </w:rPr>
        <w:t>trateginio veiklos plano 2021 metų įgyvendinimo ataskaitai.</w:t>
      </w:r>
    </w:p>
    <w:p w:rsidR="003E25D1" w:rsidRPr="003E25D1" w:rsidRDefault="003E25D1" w:rsidP="003E25D1">
      <w:pPr>
        <w:rPr>
          <w:b/>
          <w:i/>
          <w:szCs w:val="24"/>
        </w:rPr>
      </w:pPr>
      <w:r w:rsidRPr="003E25D1">
        <w:rPr>
          <w:rStyle w:val="Komentaronuoroda"/>
          <w:b/>
          <w:i/>
          <w:sz w:val="24"/>
          <w:szCs w:val="24"/>
        </w:rPr>
        <w:t xml:space="preserve">Pranešėja Jurgita </w:t>
      </w:r>
      <w:proofErr w:type="spellStart"/>
      <w:r w:rsidRPr="003E25D1">
        <w:rPr>
          <w:rStyle w:val="Komentaronuoroda"/>
          <w:b/>
          <w:i/>
          <w:sz w:val="24"/>
          <w:szCs w:val="24"/>
        </w:rPr>
        <w:t>Saldukienė</w:t>
      </w:r>
      <w:proofErr w:type="spellEnd"/>
      <w:r w:rsidRPr="003E25D1">
        <w:rPr>
          <w:rStyle w:val="Komentaronuoroda"/>
          <w:b/>
          <w:i/>
          <w:sz w:val="24"/>
          <w:szCs w:val="24"/>
        </w:rPr>
        <w:t xml:space="preserve">, </w:t>
      </w:r>
      <w:r w:rsidRPr="003E25D1">
        <w:rPr>
          <w:b/>
          <w:i/>
          <w:szCs w:val="24"/>
        </w:rPr>
        <w:t>Strateginio planavimo ir investicijų skyriaus vedėjo pavaduotoja.</w:t>
      </w:r>
    </w:p>
    <w:p w:rsidR="003E25D1" w:rsidRPr="003E25D1" w:rsidRDefault="003E25D1" w:rsidP="003E25D1">
      <w:pPr>
        <w:rPr>
          <w:rFonts w:eastAsia="Batang"/>
          <w:b/>
          <w:noProof/>
          <w:szCs w:val="24"/>
        </w:rPr>
      </w:pPr>
    </w:p>
    <w:p w:rsidR="007969D3" w:rsidRDefault="007969D3" w:rsidP="007969D3">
      <w:pPr>
        <w:rPr>
          <w:b/>
          <w:bCs/>
          <w:szCs w:val="24"/>
        </w:rPr>
      </w:pPr>
      <w:r>
        <w:rPr>
          <w:rFonts w:eastAsia="Batang"/>
          <w:b/>
          <w:noProof/>
          <w:szCs w:val="24"/>
        </w:rPr>
        <w:t xml:space="preserve">6. </w:t>
      </w:r>
      <w:r w:rsidRPr="00887760">
        <w:rPr>
          <w:b/>
          <w:bCs/>
          <w:szCs w:val="24"/>
        </w:rPr>
        <w:t>D</w:t>
      </w:r>
      <w:r>
        <w:rPr>
          <w:b/>
          <w:bCs/>
          <w:szCs w:val="24"/>
        </w:rPr>
        <w:t>ėl Plungės rajono savivaldybės A</w:t>
      </w:r>
      <w:r w:rsidRPr="00887760">
        <w:rPr>
          <w:b/>
          <w:bCs/>
          <w:szCs w:val="24"/>
        </w:rPr>
        <w:t>ntikorupcijos komisijos 2021 metų veiklos ataskaitos patvirtinimo.</w:t>
      </w:r>
    </w:p>
    <w:p w:rsidR="007969D3" w:rsidRDefault="007969D3" w:rsidP="007969D3">
      <w:pPr>
        <w:rPr>
          <w:b/>
          <w:bCs/>
          <w:szCs w:val="24"/>
        </w:rPr>
      </w:pPr>
      <w:r>
        <w:rPr>
          <w:b/>
          <w:bCs/>
          <w:szCs w:val="24"/>
        </w:rPr>
        <w:t>7. Dėl V</w:t>
      </w:r>
      <w:r w:rsidRPr="00EE0986">
        <w:rPr>
          <w:b/>
          <w:bCs/>
          <w:szCs w:val="24"/>
        </w:rPr>
        <w:t>alstybės biudžeto lėšų, sk</w:t>
      </w:r>
      <w:r>
        <w:rPr>
          <w:b/>
          <w:bCs/>
          <w:szCs w:val="24"/>
        </w:rPr>
        <w:t>irtų išlaidoms, susijusioms su P</w:t>
      </w:r>
      <w:r w:rsidRPr="00EE0986">
        <w:rPr>
          <w:b/>
          <w:bCs/>
          <w:szCs w:val="24"/>
        </w:rPr>
        <w:t xml:space="preserve">lungės rajono savivaldybės mokyklų mokytojų, dirbančių pagal ikimokyklinio, priešmokyklinio, bendrojo ugdymo ir profesinio mokymo programas, personalo optimizavimu ir atnaujinimu, apmokėti, paskirstymo tvarkos aprašo patvirtinimo. </w:t>
      </w:r>
    </w:p>
    <w:p w:rsidR="007969D3" w:rsidRPr="00A31357" w:rsidRDefault="007969D3" w:rsidP="007969D3">
      <w:pPr>
        <w:rPr>
          <w:b/>
          <w:bCs/>
          <w:szCs w:val="24"/>
        </w:rPr>
      </w:pPr>
      <w:r>
        <w:rPr>
          <w:b/>
          <w:bCs/>
          <w:szCs w:val="24"/>
        </w:rPr>
        <w:t>8</w:t>
      </w:r>
      <w:r w:rsidRPr="00A31357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>Dėl pavedimo P</w:t>
      </w:r>
      <w:r w:rsidRPr="00A31357">
        <w:rPr>
          <w:b/>
          <w:bCs/>
          <w:szCs w:val="24"/>
        </w:rPr>
        <w:t xml:space="preserve">lungės paslaugų ir švietimo pagalbos centrui. </w:t>
      </w:r>
    </w:p>
    <w:p w:rsidR="003E6264" w:rsidRDefault="00A170D1" w:rsidP="003E6264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3E6264" w:rsidRDefault="003E6264" w:rsidP="003E6264">
      <w:pPr>
        <w:tabs>
          <w:tab w:val="left" w:pos="9356"/>
        </w:tabs>
        <w:rPr>
          <w:b/>
          <w:i/>
          <w:szCs w:val="24"/>
        </w:rPr>
      </w:pPr>
    </w:p>
    <w:p w:rsidR="00A7094D" w:rsidRDefault="00A7094D" w:rsidP="00A7094D">
      <w:pPr>
        <w:rPr>
          <w:b/>
          <w:color w:val="000000"/>
        </w:rPr>
      </w:pPr>
      <w:r>
        <w:rPr>
          <w:b/>
          <w:szCs w:val="24"/>
        </w:rPr>
        <w:t xml:space="preserve">9. </w:t>
      </w:r>
      <w:r w:rsidRPr="00A7094D">
        <w:rPr>
          <w:b/>
          <w:bCs/>
        </w:rPr>
        <w:t>D</w:t>
      </w:r>
      <w:r w:rsidRPr="00A7094D">
        <w:rPr>
          <w:b/>
        </w:rPr>
        <w:t>ėl Plungės rajono savivaldybės tarybos 2019 m. kovo 21 d. sprendimo Nr. T1-48 „</w:t>
      </w:r>
      <w:bookmarkStart w:id="0" w:name="_Hlk523392582"/>
      <w:r w:rsidR="002A7418">
        <w:rPr>
          <w:b/>
        </w:rPr>
        <w:t>Dėl V</w:t>
      </w:r>
      <w:r w:rsidRPr="00A7094D">
        <w:rPr>
          <w:b/>
        </w:rPr>
        <w:t xml:space="preserve">ienkartinių, tikslinių ir periodinių pašalpų skyrimo ir mokėjimo Plungės rajono savivaldybėje tvarkos aprašo patvirtinimo“ </w:t>
      </w:r>
      <w:bookmarkEnd w:id="0"/>
      <w:r w:rsidRPr="00A7094D">
        <w:rPr>
          <w:b/>
          <w:color w:val="000000"/>
        </w:rPr>
        <w:t>ir jį keitusių sprendimų pakeitimo.</w:t>
      </w:r>
    </w:p>
    <w:p w:rsidR="009D09B2" w:rsidRPr="001D6433" w:rsidRDefault="009D09B2" w:rsidP="009D09B2">
      <w:pPr>
        <w:rPr>
          <w:b/>
        </w:rPr>
      </w:pPr>
      <w:r>
        <w:rPr>
          <w:b/>
        </w:rPr>
        <w:t xml:space="preserve">10. Dėl </w:t>
      </w:r>
      <w:proofErr w:type="spellStart"/>
      <w:r>
        <w:rPr>
          <w:b/>
        </w:rPr>
        <w:t>VšĮ</w:t>
      </w:r>
      <w:proofErr w:type="spellEnd"/>
      <w:r>
        <w:rPr>
          <w:b/>
        </w:rPr>
        <w:t xml:space="preserve"> P</w:t>
      </w:r>
      <w:r w:rsidRPr="001D6433">
        <w:rPr>
          <w:b/>
        </w:rPr>
        <w:t>lungės rajono savivaldybės ligoninės vidaus valdymo struktūros patvirtinimo.</w:t>
      </w:r>
    </w:p>
    <w:p w:rsidR="00A7094D" w:rsidRPr="00CF0012" w:rsidRDefault="00A7094D" w:rsidP="00A7094D">
      <w:pPr>
        <w:tabs>
          <w:tab w:val="left" w:pos="9356"/>
        </w:tabs>
        <w:rPr>
          <w:b/>
          <w:bCs/>
          <w:i/>
          <w:color w:val="000000"/>
          <w:szCs w:val="24"/>
        </w:rPr>
      </w:pPr>
      <w:r w:rsidRPr="00CF0012">
        <w:rPr>
          <w:rFonts w:eastAsia="Batang"/>
          <w:b/>
          <w:i/>
          <w:noProof/>
          <w:color w:val="000000"/>
          <w:szCs w:val="24"/>
        </w:rPr>
        <w:t xml:space="preserve">Pranešėjas Raimondas Doviltis, </w:t>
      </w:r>
      <w:r w:rsidRPr="00CF0012">
        <w:rPr>
          <w:b/>
          <w:bCs/>
          <w:i/>
          <w:color w:val="000000"/>
          <w:szCs w:val="24"/>
        </w:rPr>
        <w:t>Sveikatos ir socialinės apsaugos komiteto pirmininkas.</w:t>
      </w:r>
    </w:p>
    <w:p w:rsidR="00A7094D" w:rsidRDefault="00A7094D" w:rsidP="003E6264">
      <w:pPr>
        <w:tabs>
          <w:tab w:val="left" w:pos="9356"/>
        </w:tabs>
        <w:rPr>
          <w:b/>
          <w:szCs w:val="24"/>
        </w:rPr>
      </w:pPr>
    </w:p>
    <w:p w:rsidR="003E6264" w:rsidRDefault="009D09B2" w:rsidP="003E6264">
      <w:pPr>
        <w:tabs>
          <w:tab w:val="left" w:pos="9356"/>
        </w:tabs>
        <w:rPr>
          <w:b/>
        </w:rPr>
      </w:pPr>
      <w:r>
        <w:rPr>
          <w:b/>
          <w:szCs w:val="24"/>
        </w:rPr>
        <w:t>11</w:t>
      </w:r>
      <w:r w:rsidR="003E6264" w:rsidRPr="003E6264">
        <w:rPr>
          <w:b/>
          <w:szCs w:val="24"/>
        </w:rPr>
        <w:t>.</w:t>
      </w:r>
      <w:r w:rsidR="003E6264">
        <w:rPr>
          <w:b/>
          <w:i/>
          <w:szCs w:val="24"/>
        </w:rPr>
        <w:t xml:space="preserve"> </w:t>
      </w:r>
      <w:r w:rsidR="003E6264" w:rsidRPr="00184146">
        <w:rPr>
          <w:b/>
        </w:rPr>
        <w:t>Dėl Prekybos ar (ir) paslaugų teikimo Plungės rajono savivaldybės viešosiose vietose taisyklių patvirtinimo.</w:t>
      </w:r>
    </w:p>
    <w:p w:rsidR="003E6264" w:rsidRDefault="009D09B2" w:rsidP="003E6264">
      <w:pPr>
        <w:tabs>
          <w:tab w:val="left" w:pos="9356"/>
        </w:tabs>
        <w:rPr>
          <w:b/>
        </w:rPr>
      </w:pPr>
      <w:r>
        <w:rPr>
          <w:b/>
        </w:rPr>
        <w:t>12</w:t>
      </w:r>
      <w:r w:rsidR="003E6264" w:rsidRPr="00184146">
        <w:rPr>
          <w:b/>
        </w:rPr>
        <w:t>. Dėl Vietinės rinkliavos už leidimo prekiauti ar (ir) teikti paslaugas Plungės rajono savivaldybės viešosiose vietose išdavimą nuostatų patvirtinimo.</w:t>
      </w:r>
    </w:p>
    <w:p w:rsidR="003E25D1" w:rsidRDefault="009D09B2" w:rsidP="00364884">
      <w:pPr>
        <w:rPr>
          <w:b/>
        </w:rPr>
      </w:pPr>
      <w:r>
        <w:rPr>
          <w:rStyle w:val="Komentaronuoroda"/>
          <w:b/>
          <w:sz w:val="24"/>
          <w:szCs w:val="24"/>
        </w:rPr>
        <w:t>13</w:t>
      </w:r>
      <w:r w:rsidR="00D42A55">
        <w:rPr>
          <w:rStyle w:val="Komentaronuoroda"/>
          <w:b/>
          <w:sz w:val="24"/>
          <w:szCs w:val="24"/>
        </w:rPr>
        <w:t xml:space="preserve">. </w:t>
      </w:r>
      <w:r w:rsidR="00E374AA" w:rsidRPr="006B61EE">
        <w:rPr>
          <w:b/>
        </w:rPr>
        <w:t xml:space="preserve">Dėl atstovavimo vietos valdžiai </w:t>
      </w:r>
      <w:r w:rsidR="00E374AA">
        <w:rPr>
          <w:b/>
        </w:rPr>
        <w:t>P</w:t>
      </w:r>
      <w:r w:rsidR="00E374AA" w:rsidRPr="006B61EE">
        <w:rPr>
          <w:b/>
        </w:rPr>
        <w:t>lungės rajono savivald</w:t>
      </w:r>
      <w:r w:rsidR="002A7418">
        <w:rPr>
          <w:b/>
        </w:rPr>
        <w:t>ybės V</w:t>
      </w:r>
      <w:r w:rsidR="00E374AA">
        <w:rPr>
          <w:b/>
        </w:rPr>
        <w:t>ietos veiklos grupėje ir V</w:t>
      </w:r>
      <w:r w:rsidR="00E374AA" w:rsidRPr="006B61EE">
        <w:rPr>
          <w:b/>
        </w:rPr>
        <w:t>ietos veiklos grupės valdyboje.</w:t>
      </w:r>
    </w:p>
    <w:p w:rsidR="00CB0131" w:rsidRDefault="00CB0131" w:rsidP="00364884">
      <w:pPr>
        <w:rPr>
          <w:b/>
        </w:rPr>
      </w:pPr>
      <w:r>
        <w:rPr>
          <w:b/>
        </w:rPr>
        <w:t>1</w:t>
      </w:r>
      <w:r w:rsidR="009D09B2">
        <w:rPr>
          <w:b/>
        </w:rPr>
        <w:t>4</w:t>
      </w:r>
      <w:r>
        <w:rPr>
          <w:b/>
        </w:rPr>
        <w:t xml:space="preserve">. </w:t>
      </w:r>
      <w:r w:rsidRPr="005B2DE2">
        <w:rPr>
          <w:b/>
        </w:rPr>
        <w:t>Dėl ilgalaikio materialiojo turto įregistravimo.</w:t>
      </w:r>
    </w:p>
    <w:p w:rsidR="000B31AB" w:rsidRDefault="009D09B2" w:rsidP="00364884">
      <w:pPr>
        <w:rPr>
          <w:b/>
        </w:rPr>
      </w:pPr>
      <w:r>
        <w:rPr>
          <w:b/>
        </w:rPr>
        <w:t>15</w:t>
      </w:r>
      <w:r w:rsidR="000B31AB">
        <w:rPr>
          <w:b/>
        </w:rPr>
        <w:t>. Dėl P</w:t>
      </w:r>
      <w:r w:rsidR="000B31AB" w:rsidRPr="006B61EE">
        <w:rPr>
          <w:b/>
        </w:rPr>
        <w:t>lungės rajono savivaldybės būsto ir socialinio būsto nuomos tvarkos aprašo patvirtinimo.</w:t>
      </w:r>
    </w:p>
    <w:p w:rsidR="001C31CD" w:rsidRDefault="001C31CD" w:rsidP="001C31CD">
      <w:pPr>
        <w:rPr>
          <w:b/>
        </w:rPr>
      </w:pPr>
      <w:r>
        <w:rPr>
          <w:b/>
        </w:rPr>
        <w:t>1</w:t>
      </w:r>
      <w:r w:rsidR="009D09B2">
        <w:rPr>
          <w:b/>
        </w:rPr>
        <w:t>6</w:t>
      </w:r>
      <w:r>
        <w:rPr>
          <w:b/>
        </w:rPr>
        <w:t xml:space="preserve">. </w:t>
      </w:r>
      <w:r w:rsidRPr="00945CD9">
        <w:rPr>
          <w:b/>
        </w:rPr>
        <w:t xml:space="preserve">Dėl </w:t>
      </w:r>
      <w:r>
        <w:rPr>
          <w:b/>
        </w:rPr>
        <w:t>S</w:t>
      </w:r>
      <w:r w:rsidRPr="00945CD9">
        <w:rPr>
          <w:b/>
        </w:rPr>
        <w:t>avivaldybei nuosavybės teise priklausančio turto valdymo, naudojimo ir disponavimo juo ataskaitos rengimo tvarkos aprašo patvirtinimo</w:t>
      </w:r>
      <w:r>
        <w:rPr>
          <w:b/>
        </w:rPr>
        <w:t xml:space="preserve">. </w:t>
      </w:r>
    </w:p>
    <w:p w:rsidR="006A38D4" w:rsidRPr="00CF0012" w:rsidRDefault="006A38D4" w:rsidP="006A38D4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3E25D1" w:rsidRDefault="003E25D1" w:rsidP="002546B4">
      <w:pPr>
        <w:rPr>
          <w:rFonts w:eastAsia="Batang"/>
          <w:b/>
          <w:noProof/>
        </w:rPr>
      </w:pPr>
    </w:p>
    <w:p w:rsidR="00A7094D" w:rsidRDefault="00C82D0D" w:rsidP="00A7094D">
      <w:pPr>
        <w:rPr>
          <w:b/>
        </w:rPr>
      </w:pPr>
      <w:r>
        <w:rPr>
          <w:b/>
        </w:rPr>
        <w:lastRenderedPageBreak/>
        <w:t xml:space="preserve">17. </w:t>
      </w:r>
      <w:r w:rsidR="00A7094D">
        <w:rPr>
          <w:b/>
        </w:rPr>
        <w:t>Dėl pavedimo P</w:t>
      </w:r>
      <w:r w:rsidR="00A7094D" w:rsidRPr="00D91607">
        <w:rPr>
          <w:b/>
        </w:rPr>
        <w:t>lungės rajono savivaldybės administracijai vykdyti centrinės perkančiosios organizacijos funkcijas.</w:t>
      </w:r>
    </w:p>
    <w:p w:rsidR="00A7094D" w:rsidRPr="00A27B01" w:rsidRDefault="00C82D0D" w:rsidP="00A7094D">
      <w:pPr>
        <w:rPr>
          <w:b/>
        </w:rPr>
      </w:pPr>
      <w:r>
        <w:rPr>
          <w:b/>
        </w:rPr>
        <w:t>18</w:t>
      </w:r>
      <w:r w:rsidR="00A7094D">
        <w:rPr>
          <w:b/>
        </w:rPr>
        <w:t>.</w:t>
      </w:r>
      <w:r w:rsidR="00A7094D" w:rsidRPr="00A7094D">
        <w:rPr>
          <w:b/>
        </w:rPr>
        <w:t xml:space="preserve"> </w:t>
      </w:r>
      <w:r w:rsidR="00A7094D" w:rsidRPr="00A27B01">
        <w:rPr>
          <w:b/>
        </w:rPr>
        <w:t xml:space="preserve"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ir jį keitusio sprendimo pakeitimo. </w:t>
      </w:r>
    </w:p>
    <w:p w:rsidR="00A7094D" w:rsidRDefault="00C82D0D" w:rsidP="002546B4">
      <w:pPr>
        <w:rPr>
          <w:rFonts w:eastAsia="Batang"/>
          <w:b/>
          <w:noProof/>
        </w:rPr>
      </w:pPr>
      <w:r>
        <w:rPr>
          <w:rFonts w:eastAsia="Batang"/>
          <w:b/>
          <w:noProof/>
        </w:rPr>
        <w:t>19</w:t>
      </w:r>
      <w:r w:rsidR="007A5ED7">
        <w:rPr>
          <w:rFonts w:eastAsia="Batang"/>
          <w:b/>
          <w:noProof/>
        </w:rPr>
        <w:t xml:space="preserve">. </w:t>
      </w:r>
      <w:r w:rsidR="007A5ED7">
        <w:rPr>
          <w:b/>
        </w:rPr>
        <w:t>Dėl P</w:t>
      </w:r>
      <w:r w:rsidR="007A5ED7" w:rsidRPr="00F271D8">
        <w:rPr>
          <w:b/>
        </w:rPr>
        <w:t>lungės rajon</w:t>
      </w:r>
      <w:r w:rsidR="007A5ED7">
        <w:rPr>
          <w:b/>
        </w:rPr>
        <w:t>o savivaldybės tarybos 2022 m. vasario 10 d. sprendimo Nr. T1-37 „D</w:t>
      </w:r>
      <w:r w:rsidR="007A5ED7" w:rsidRPr="00F271D8">
        <w:rPr>
          <w:b/>
        </w:rPr>
        <w:t xml:space="preserve">ėl priemokų nustatymo </w:t>
      </w:r>
      <w:r w:rsidR="007A5ED7">
        <w:rPr>
          <w:b/>
        </w:rPr>
        <w:t>P</w:t>
      </w:r>
      <w:r w:rsidR="007A5ED7" w:rsidRPr="00F271D8">
        <w:rPr>
          <w:b/>
        </w:rPr>
        <w:t xml:space="preserve">lungės rajono savivaldybės </w:t>
      </w:r>
      <w:r w:rsidR="007A5ED7">
        <w:rPr>
          <w:b/>
        </w:rPr>
        <w:t>administracijos direktoriui ir A</w:t>
      </w:r>
      <w:r w:rsidR="007A5ED7" w:rsidRPr="00F271D8">
        <w:rPr>
          <w:b/>
        </w:rPr>
        <w:t>dministracijos direktoriaus pavaduotojui“ pakeitimo.</w:t>
      </w:r>
    </w:p>
    <w:p w:rsidR="00416520" w:rsidRPr="009E5057" w:rsidRDefault="00C82D0D" w:rsidP="00416520">
      <w:pPr>
        <w:tabs>
          <w:tab w:val="left" w:pos="1050"/>
        </w:tabs>
        <w:rPr>
          <w:b/>
        </w:rPr>
      </w:pPr>
      <w:r>
        <w:rPr>
          <w:rFonts w:eastAsia="Batang"/>
          <w:b/>
          <w:noProof/>
        </w:rPr>
        <w:t>20</w:t>
      </w:r>
      <w:r w:rsidR="00416520">
        <w:rPr>
          <w:rFonts w:eastAsia="Batang"/>
          <w:b/>
          <w:noProof/>
        </w:rPr>
        <w:t xml:space="preserve">. </w:t>
      </w:r>
      <w:r w:rsidR="00416520" w:rsidRPr="009E5057">
        <w:rPr>
          <w:b/>
        </w:rPr>
        <w:t>Dėl Plungės rajono savivaldybės tarybos 2022 m. vasario 10 d. sprendimo Nr. T1-2 „Dėl Plungės rajono savivaldybės 2022-2024 metų strateginio veiklos plano patvirtinimo“ ir jį keitusių sprendimų pakeitimo.</w:t>
      </w:r>
    </w:p>
    <w:p w:rsidR="00E62A3A" w:rsidRPr="00FB1BA7" w:rsidRDefault="00C82D0D" w:rsidP="00E62A3A">
      <w:pPr>
        <w:rPr>
          <w:b/>
        </w:rPr>
      </w:pPr>
      <w:r>
        <w:rPr>
          <w:rFonts w:eastAsia="Batang"/>
          <w:b/>
          <w:noProof/>
        </w:rPr>
        <w:t>21</w:t>
      </w:r>
      <w:r w:rsidR="00E62A3A">
        <w:rPr>
          <w:rFonts w:eastAsia="Batang"/>
          <w:b/>
          <w:noProof/>
        </w:rPr>
        <w:t xml:space="preserve">. </w:t>
      </w:r>
      <w:r w:rsidR="00E62A3A" w:rsidRPr="00FB1BA7">
        <w:rPr>
          <w:b/>
        </w:rPr>
        <w:t xml:space="preserve">Dėl 2023 metų nekilnojamojo turto mokesčio tarifo nustatymo. </w:t>
      </w:r>
    </w:p>
    <w:p w:rsidR="00E62A3A" w:rsidRPr="0054776A" w:rsidRDefault="00C82D0D" w:rsidP="00E62A3A">
      <w:pPr>
        <w:rPr>
          <w:b/>
        </w:rPr>
      </w:pPr>
      <w:r>
        <w:rPr>
          <w:b/>
        </w:rPr>
        <w:t>22</w:t>
      </w:r>
      <w:r w:rsidR="00E62A3A" w:rsidRPr="0054776A">
        <w:rPr>
          <w:b/>
        </w:rPr>
        <w:t>. Dėl Plungės rajono savivaldybės tarybos 2022 m. vasario 10 d. sprendimo Nr. T1-3 „Dėl Plungės rajono savivaldybės 2022 metų biudžeto patvirtinimo“ ir jį keitusių sprendimų pakeitimo.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Pr="00CF0012" w:rsidRDefault="006A38D4" w:rsidP="004104FE">
      <w:pPr>
        <w:rPr>
          <w:rStyle w:val="Komentaronuoroda"/>
          <w:b/>
          <w:sz w:val="24"/>
          <w:szCs w:val="24"/>
        </w:rPr>
      </w:pPr>
    </w:p>
    <w:p w:rsidR="00362436" w:rsidRDefault="00C82D0D" w:rsidP="0036243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23</w:t>
      </w:r>
      <w:r w:rsidR="006A38D4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6A38D4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6A38D4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39492C" w:rsidRDefault="0039492C" w:rsidP="0039492C">
      <w:pPr>
        <w:pStyle w:val="Text"/>
        <w:tabs>
          <w:tab w:val="left" w:pos="9356"/>
        </w:tabs>
        <w:ind w:firstLine="720"/>
        <w:jc w:val="both"/>
        <w:rPr>
          <w:b/>
        </w:rPr>
      </w:pPr>
      <w:r w:rsidRPr="00D00035">
        <w:rPr>
          <w:rFonts w:ascii="Times New Roman" w:hAnsi="Times New Roman" w:cs="Times New Roman"/>
          <w:b/>
          <w:color w:val="auto"/>
        </w:rPr>
        <w:t xml:space="preserve">23.1. </w:t>
      </w:r>
      <w:r w:rsidRPr="00D00035">
        <w:rPr>
          <w:rFonts w:ascii="Times New Roman" w:hAnsi="Times New Roman" w:cs="Times New Roman"/>
          <w:b/>
          <w:color w:val="auto"/>
          <w:lang w:eastAsia="lt-LT"/>
        </w:rPr>
        <w:t>UAB „Plungės šilumos tinklai“ v</w:t>
      </w:r>
      <w:r w:rsidRPr="00D00035">
        <w:rPr>
          <w:rFonts w:ascii="Times New Roman" w:hAnsi="Times New Roman" w:cs="Times New Roman"/>
          <w:b/>
          <w:lang w:eastAsia="lt-LT"/>
        </w:rPr>
        <w:t>eiklos strategijos 2022-2024 metams pristatymas.</w:t>
      </w:r>
    </w:p>
    <w:p w:rsidR="0039492C" w:rsidRPr="00D00035" w:rsidRDefault="0039492C" w:rsidP="0039492C">
      <w:pPr>
        <w:tabs>
          <w:tab w:val="left" w:pos="9356"/>
        </w:tabs>
        <w:rPr>
          <w:b/>
          <w:i/>
          <w:szCs w:val="24"/>
        </w:rPr>
      </w:pPr>
      <w:r w:rsidRPr="00D00035">
        <w:rPr>
          <w:b/>
          <w:i/>
        </w:rPr>
        <w:t>Pranešėja Margarita Charitonova, UAB „Plungės šilumos tinklai“ generalinė direktorė.</w:t>
      </w:r>
    </w:p>
    <w:p w:rsidR="003E25D1" w:rsidRDefault="003E25D1" w:rsidP="00292045">
      <w:pPr>
        <w:tabs>
          <w:tab w:val="left" w:pos="9356"/>
        </w:tabs>
        <w:rPr>
          <w:b/>
          <w:i/>
          <w:szCs w:val="24"/>
        </w:rPr>
      </w:pPr>
      <w:bookmarkStart w:id="1" w:name="_GoBack"/>
      <w:bookmarkEnd w:id="1"/>
    </w:p>
    <w:p w:rsidR="006A38D4" w:rsidRPr="00CF0012" w:rsidRDefault="006A38D4" w:rsidP="0070037B">
      <w:pPr>
        <w:rPr>
          <w:b/>
          <w:bCs/>
          <w:szCs w:val="24"/>
        </w:rPr>
      </w:pPr>
    </w:p>
    <w:p w:rsidR="003C1A0F" w:rsidRPr="00CF0012" w:rsidRDefault="00C81D0B" w:rsidP="00CD05B4">
      <w:pPr>
        <w:ind w:firstLine="0"/>
        <w:rPr>
          <w:b/>
          <w:szCs w:val="24"/>
        </w:rPr>
      </w:pPr>
      <w:r w:rsidRPr="00CF0012">
        <w:rPr>
          <w:rStyle w:val="Komentaronuoroda"/>
          <w:b/>
          <w:sz w:val="24"/>
          <w:szCs w:val="24"/>
        </w:rPr>
        <w:t>S</w:t>
      </w:r>
      <w:r w:rsidR="00C26F05" w:rsidRPr="00CF0012">
        <w:rPr>
          <w:rStyle w:val="Komentaronuoroda"/>
          <w:b/>
          <w:sz w:val="24"/>
          <w:szCs w:val="24"/>
        </w:rPr>
        <w:t>avivaldybės meras</w:t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="00C26F05" w:rsidRPr="00CF0012">
        <w:rPr>
          <w:b/>
          <w:i/>
          <w:szCs w:val="24"/>
        </w:rPr>
        <w:tab/>
      </w:r>
      <w:r w:rsidR="000B0ABC" w:rsidRPr="00CF0012">
        <w:rPr>
          <w:b/>
          <w:i/>
          <w:szCs w:val="24"/>
        </w:rPr>
        <w:t xml:space="preserve">      </w:t>
      </w:r>
      <w:r w:rsidR="00CD4264" w:rsidRPr="00CF0012">
        <w:rPr>
          <w:b/>
          <w:i/>
          <w:szCs w:val="24"/>
        </w:rPr>
        <w:t xml:space="preserve">  </w:t>
      </w:r>
      <w:r w:rsidR="00C26F05" w:rsidRPr="00CF0012">
        <w:rPr>
          <w:b/>
          <w:i/>
          <w:szCs w:val="24"/>
        </w:rPr>
        <w:tab/>
      </w:r>
      <w:r w:rsidR="00446B36" w:rsidRPr="00CF0012">
        <w:rPr>
          <w:b/>
          <w:szCs w:val="24"/>
        </w:rPr>
        <w:t>Audrius Klišonis</w:t>
      </w:r>
    </w:p>
    <w:sectPr w:rsidR="003C1A0F" w:rsidRPr="00CF0012" w:rsidSect="002546B4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A2240"/>
    <w:rsid w:val="000A3582"/>
    <w:rsid w:val="000A3D5A"/>
    <w:rsid w:val="000B0ABC"/>
    <w:rsid w:val="000B2159"/>
    <w:rsid w:val="000B21C3"/>
    <w:rsid w:val="000B31AB"/>
    <w:rsid w:val="000B4B3A"/>
    <w:rsid w:val="000C4CC7"/>
    <w:rsid w:val="000C66D5"/>
    <w:rsid w:val="000C6C49"/>
    <w:rsid w:val="000D0B7C"/>
    <w:rsid w:val="000D2CFA"/>
    <w:rsid w:val="000D5CD4"/>
    <w:rsid w:val="000D64DB"/>
    <w:rsid w:val="000D74A5"/>
    <w:rsid w:val="000E5430"/>
    <w:rsid w:val="000F0ACC"/>
    <w:rsid w:val="000F62FD"/>
    <w:rsid w:val="000F6501"/>
    <w:rsid w:val="001006BD"/>
    <w:rsid w:val="00100ABC"/>
    <w:rsid w:val="00101D0A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C12DD"/>
    <w:rsid w:val="001C31CD"/>
    <w:rsid w:val="001C43D4"/>
    <w:rsid w:val="001C47CE"/>
    <w:rsid w:val="001D34C0"/>
    <w:rsid w:val="001D37D2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7677"/>
    <w:rsid w:val="00274F4F"/>
    <w:rsid w:val="00275EBD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3FF9"/>
    <w:rsid w:val="002F224E"/>
    <w:rsid w:val="002F582A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4884"/>
    <w:rsid w:val="00364903"/>
    <w:rsid w:val="003664F4"/>
    <w:rsid w:val="0037252A"/>
    <w:rsid w:val="0039133E"/>
    <w:rsid w:val="0039425D"/>
    <w:rsid w:val="0039492C"/>
    <w:rsid w:val="00394B3B"/>
    <w:rsid w:val="003A175D"/>
    <w:rsid w:val="003A2161"/>
    <w:rsid w:val="003A64CE"/>
    <w:rsid w:val="003B0FA2"/>
    <w:rsid w:val="003B12AB"/>
    <w:rsid w:val="003B1CF3"/>
    <w:rsid w:val="003B254D"/>
    <w:rsid w:val="003B2EC8"/>
    <w:rsid w:val="003B3ADB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3B99"/>
    <w:rsid w:val="004B44E9"/>
    <w:rsid w:val="004B4FBD"/>
    <w:rsid w:val="004B5AB2"/>
    <w:rsid w:val="004B7B30"/>
    <w:rsid w:val="004C105C"/>
    <w:rsid w:val="004C19B2"/>
    <w:rsid w:val="004C46B6"/>
    <w:rsid w:val="004C5B4D"/>
    <w:rsid w:val="004D0D36"/>
    <w:rsid w:val="004D3711"/>
    <w:rsid w:val="004D76A6"/>
    <w:rsid w:val="004E033D"/>
    <w:rsid w:val="004E6758"/>
    <w:rsid w:val="004E6B3D"/>
    <w:rsid w:val="004E6EBE"/>
    <w:rsid w:val="004E6F2E"/>
    <w:rsid w:val="004E72E2"/>
    <w:rsid w:val="004F5443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E5"/>
    <w:rsid w:val="00556EB3"/>
    <w:rsid w:val="0056222F"/>
    <w:rsid w:val="005658F5"/>
    <w:rsid w:val="005703C0"/>
    <w:rsid w:val="00575EE8"/>
    <w:rsid w:val="00576990"/>
    <w:rsid w:val="00582946"/>
    <w:rsid w:val="00582F6B"/>
    <w:rsid w:val="005836D0"/>
    <w:rsid w:val="005843C4"/>
    <w:rsid w:val="00585700"/>
    <w:rsid w:val="00587CCC"/>
    <w:rsid w:val="00590C4E"/>
    <w:rsid w:val="00593740"/>
    <w:rsid w:val="00593919"/>
    <w:rsid w:val="00593C5B"/>
    <w:rsid w:val="00596CBB"/>
    <w:rsid w:val="00597FB7"/>
    <w:rsid w:val="005A07DB"/>
    <w:rsid w:val="005A10DC"/>
    <w:rsid w:val="005A7146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4515"/>
    <w:rsid w:val="005F1451"/>
    <w:rsid w:val="005F3496"/>
    <w:rsid w:val="005F4559"/>
    <w:rsid w:val="005F4A5B"/>
    <w:rsid w:val="005F7911"/>
    <w:rsid w:val="005F7D04"/>
    <w:rsid w:val="00600A51"/>
    <w:rsid w:val="00600DC9"/>
    <w:rsid w:val="006021B0"/>
    <w:rsid w:val="006068AC"/>
    <w:rsid w:val="006103F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30038"/>
    <w:rsid w:val="006338A2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696E"/>
    <w:rsid w:val="00710170"/>
    <w:rsid w:val="00711035"/>
    <w:rsid w:val="007137EA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40CE"/>
    <w:rsid w:val="00774984"/>
    <w:rsid w:val="007768BC"/>
    <w:rsid w:val="00780F42"/>
    <w:rsid w:val="007867AA"/>
    <w:rsid w:val="00790914"/>
    <w:rsid w:val="00794844"/>
    <w:rsid w:val="0079585C"/>
    <w:rsid w:val="007969D3"/>
    <w:rsid w:val="00797141"/>
    <w:rsid w:val="007A100B"/>
    <w:rsid w:val="007A5ED7"/>
    <w:rsid w:val="007A6F64"/>
    <w:rsid w:val="007B0748"/>
    <w:rsid w:val="007B0865"/>
    <w:rsid w:val="007B3363"/>
    <w:rsid w:val="007B3C28"/>
    <w:rsid w:val="007B6054"/>
    <w:rsid w:val="007C2A04"/>
    <w:rsid w:val="007C6C31"/>
    <w:rsid w:val="007D12C3"/>
    <w:rsid w:val="007D1409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DBF"/>
    <w:rsid w:val="00805A32"/>
    <w:rsid w:val="0080661B"/>
    <w:rsid w:val="00807FBD"/>
    <w:rsid w:val="0081041C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C19"/>
    <w:rsid w:val="0083602A"/>
    <w:rsid w:val="008401AC"/>
    <w:rsid w:val="008419DE"/>
    <w:rsid w:val="00847C57"/>
    <w:rsid w:val="008544E9"/>
    <w:rsid w:val="008563B3"/>
    <w:rsid w:val="0085787B"/>
    <w:rsid w:val="008626D2"/>
    <w:rsid w:val="0087297B"/>
    <w:rsid w:val="0087312F"/>
    <w:rsid w:val="00874414"/>
    <w:rsid w:val="008A1258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2C5D"/>
    <w:rsid w:val="008E2C8B"/>
    <w:rsid w:val="008E49B3"/>
    <w:rsid w:val="008E61BE"/>
    <w:rsid w:val="008F252B"/>
    <w:rsid w:val="008F434A"/>
    <w:rsid w:val="008F5BD8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63B0"/>
    <w:rsid w:val="009304B5"/>
    <w:rsid w:val="009336C8"/>
    <w:rsid w:val="009362D4"/>
    <w:rsid w:val="00937A0D"/>
    <w:rsid w:val="009424A9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4B96"/>
    <w:rsid w:val="00A75407"/>
    <w:rsid w:val="00A7616A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C20A1"/>
    <w:rsid w:val="00AC2629"/>
    <w:rsid w:val="00AC2982"/>
    <w:rsid w:val="00AC58B6"/>
    <w:rsid w:val="00AC7294"/>
    <w:rsid w:val="00AD1A61"/>
    <w:rsid w:val="00AD20A7"/>
    <w:rsid w:val="00AD2B9D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A49EA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26F05"/>
    <w:rsid w:val="00C27448"/>
    <w:rsid w:val="00C30FED"/>
    <w:rsid w:val="00C33D3F"/>
    <w:rsid w:val="00C34648"/>
    <w:rsid w:val="00C34663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4776"/>
    <w:rsid w:val="00CA5059"/>
    <w:rsid w:val="00CB0131"/>
    <w:rsid w:val="00CB4DF5"/>
    <w:rsid w:val="00CB7F75"/>
    <w:rsid w:val="00CC0DB6"/>
    <w:rsid w:val="00CC36FD"/>
    <w:rsid w:val="00CC4260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4035D"/>
    <w:rsid w:val="00D42A55"/>
    <w:rsid w:val="00D44FE9"/>
    <w:rsid w:val="00D450EB"/>
    <w:rsid w:val="00D517B3"/>
    <w:rsid w:val="00D550D1"/>
    <w:rsid w:val="00D60BCA"/>
    <w:rsid w:val="00D67FDA"/>
    <w:rsid w:val="00D70B69"/>
    <w:rsid w:val="00D751C6"/>
    <w:rsid w:val="00D760E9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A37D7"/>
    <w:rsid w:val="00DB1205"/>
    <w:rsid w:val="00DB2D8A"/>
    <w:rsid w:val="00DB5094"/>
    <w:rsid w:val="00DB53C9"/>
    <w:rsid w:val="00DB5E16"/>
    <w:rsid w:val="00DB71C3"/>
    <w:rsid w:val="00DB722D"/>
    <w:rsid w:val="00DC0BEB"/>
    <w:rsid w:val="00DC1793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D9"/>
    <w:rsid w:val="00E23CB1"/>
    <w:rsid w:val="00E2503B"/>
    <w:rsid w:val="00E25DF5"/>
    <w:rsid w:val="00E27FE0"/>
    <w:rsid w:val="00E31515"/>
    <w:rsid w:val="00E336FD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93972"/>
    <w:rsid w:val="00F949C9"/>
    <w:rsid w:val="00F9736F"/>
    <w:rsid w:val="00FA3965"/>
    <w:rsid w:val="00FA49B7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81CC-7E79-4608-AFFC-89AC2A35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13ADD792</Template>
  <TotalTime>175</TotalTime>
  <Pages>2</Pages>
  <Words>2717</Words>
  <Characters>1550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28</cp:revision>
  <cp:lastPrinted>2022-05-16T10:09:00Z</cp:lastPrinted>
  <dcterms:created xsi:type="dcterms:W3CDTF">2022-04-21T06:11:00Z</dcterms:created>
  <dcterms:modified xsi:type="dcterms:W3CDTF">2022-05-23T06:12:00Z</dcterms:modified>
</cp:coreProperties>
</file>